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32258BC3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6043EE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6043EE">
        <w:rPr>
          <w:rFonts w:asciiTheme="minorHAnsi" w:hAnsiTheme="minorHAnsi" w:cstheme="minorHAnsi"/>
          <w:b/>
          <w:sz w:val="36"/>
          <w:szCs w:val="36"/>
        </w:rPr>
        <w:t>P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429A6FDA" w:rsidR="004E36AD" w:rsidRPr="00972A05" w:rsidRDefault="004E36AD" w:rsidP="00C15299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="008C06FE">
        <w:rPr>
          <w:b/>
          <w:lang w:val="en-GB"/>
        </w:rPr>
        <w:t xml:space="preserve"> 47-w001-23</w:t>
      </w:r>
      <w:r w:rsidRPr="007F3777">
        <w:rPr>
          <w:lang w:val="en-GB"/>
        </w:rPr>
        <w:tab/>
      </w:r>
    </w:p>
    <w:p w14:paraId="5271E422" w14:textId="25BF9044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A9E5111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AD7F57">
        <w:rPr>
          <w:rFonts w:cs="Calibri"/>
          <w:sz w:val="24"/>
        </w:rPr>
        <w:t>P</w:t>
      </w:r>
      <w:r>
        <w:rPr>
          <w:rFonts w:cs="Calibri"/>
          <w:sz w:val="24"/>
        </w:rPr>
        <w:t>/procurement process</w:t>
      </w:r>
    </w:p>
    <w:p w14:paraId="69D1A0CE" w14:textId="0EAFCDCA" w:rsidR="004E36AD" w:rsidRDefault="004E36AD" w:rsidP="0050364F">
      <w:pPr>
        <w:spacing w:before="120"/>
        <w:jc w:val="both"/>
        <w:rPr>
          <w:rFonts w:ascii="Calibri" w:hAnsi="Calibri" w:cs="Calibri"/>
        </w:rPr>
      </w:pPr>
      <w:r w:rsidRPr="0050364F">
        <w:rPr>
          <w:rFonts w:ascii="Calibri" w:hAnsi="Calibri" w:cs="Calibri"/>
        </w:rPr>
        <w:t>The Procurement will follow the timeline below for this RF</w:t>
      </w:r>
      <w:r w:rsidR="00AD7F57" w:rsidRPr="0050364F">
        <w:rPr>
          <w:rFonts w:ascii="Calibri" w:hAnsi="Calibri" w:cs="Calibri"/>
        </w:rPr>
        <w:t>P</w:t>
      </w:r>
      <w:r w:rsidRPr="0050364F">
        <w:rPr>
          <w:rFonts w:ascii="Calibri" w:hAnsi="Calibri" w:cs="Calibri"/>
        </w:rPr>
        <w:t xml:space="preserve">. Any changes to this timeline will be posted on the </w:t>
      </w:r>
      <w:r w:rsidR="00116A20" w:rsidRPr="0050364F">
        <w:rPr>
          <w:rFonts w:ascii="Calibri" w:hAnsi="Calibri" w:cs="Calibri"/>
        </w:rPr>
        <w:t>Kiribati Public {Procurement Web</w:t>
      </w:r>
      <w:r w:rsidR="00AD7F57" w:rsidRPr="0050364F">
        <w:rPr>
          <w:rFonts w:ascii="Calibri" w:hAnsi="Calibri" w:cs="Calibri"/>
        </w:rPr>
        <w:t>Portal</w:t>
      </w:r>
      <w:r w:rsidRPr="0050364F">
        <w:rPr>
          <w:rFonts w:ascii="Calibri" w:hAnsi="Calibri" w:cs="Calibri"/>
        </w:rPr>
        <w:t xml:space="preserve"> (</w:t>
      </w:r>
      <w:r w:rsidR="005D47B8" w:rsidRPr="0050364F">
        <w:rPr>
          <w:rStyle w:val="Hyperlink"/>
          <w:rFonts w:ascii="Calibri" w:hAnsi="Calibri" w:cs="Calibri"/>
          <w:lang w:val="en-GB"/>
        </w:rPr>
        <w:t>www.procurement.gov.ki/opentender</w:t>
      </w:r>
      <w:r w:rsidRPr="0050364F">
        <w:rPr>
          <w:rFonts w:ascii="Calibri" w:hAnsi="Calibri" w:cs="Calibri"/>
        </w:rPr>
        <w:t xml:space="preserve">) </w:t>
      </w:r>
      <w:r w:rsidRPr="0050364F">
        <w:rPr>
          <w:rFonts w:ascii="Calibri" w:hAnsi="Calibri" w:cs="Calibri"/>
          <w:u w:val="single"/>
        </w:rPr>
        <w:t>or</w:t>
      </w:r>
      <w:r w:rsidRPr="0050364F">
        <w:rPr>
          <w:rFonts w:ascii="Calibri" w:hAnsi="Calibri" w:cs="Calibri"/>
        </w:rPr>
        <w:t xml:space="preserve"> sent directly </w:t>
      </w:r>
      <w:r w:rsidR="00C15299" w:rsidRPr="0050364F">
        <w:rPr>
          <w:rFonts w:ascii="Calibri" w:hAnsi="Calibri" w:cs="Calibri"/>
        </w:rPr>
        <w:t xml:space="preserve">to </w:t>
      </w:r>
      <w:r w:rsidRPr="0050364F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B0293A" w:rsidRPr="0050364F">
        <w:rPr>
          <w:rFonts w:ascii="Calibri" w:hAnsi="Calibri" w:cs="Calibri"/>
        </w:rPr>
        <w:t>6</w:t>
      </w:r>
      <w:r w:rsidRPr="0050364F">
        <w:rPr>
          <w:rFonts w:ascii="Calibri" w:hAnsi="Calibri" w:cs="Calibri"/>
        </w:rPr>
        <w:t>-1</w:t>
      </w:r>
      <w:r w:rsidR="00B0293A" w:rsidRPr="0050364F">
        <w:rPr>
          <w:rFonts w:ascii="Calibri" w:hAnsi="Calibri" w:cs="Calibri"/>
        </w:rPr>
        <w:t>1</w:t>
      </w:r>
      <w:r w:rsidRPr="0050364F">
        <w:rPr>
          <w:rFonts w:ascii="Calibri" w:hAnsi="Calibri" w:cs="Calibri"/>
        </w:rPr>
        <w:t xml:space="preserve"> are target dates and may be adjusted.</w:t>
      </w:r>
    </w:p>
    <w:p w14:paraId="66A651AE" w14:textId="77777777" w:rsidR="007F6024" w:rsidRDefault="007F6024" w:rsidP="0050364F">
      <w:pPr>
        <w:spacing w:before="120"/>
        <w:jc w:val="both"/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9"/>
        <w:gridCol w:w="2024"/>
        <w:gridCol w:w="2422"/>
      </w:tblGrid>
      <w:tr w:rsidR="00D2208A" w14:paraId="149E94F4" w14:textId="5201A508" w:rsidTr="00D2208A"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EF188" w14:textId="77777777" w:rsidR="00D2208A" w:rsidRDefault="00D2208A" w:rsidP="00D2208A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4CF5D" w14:textId="77777777" w:rsidR="00D2208A" w:rsidRDefault="00D2208A" w:rsidP="00D2208A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3FE46" w14:textId="77777777" w:rsidR="00D2208A" w:rsidRDefault="00D2208A" w:rsidP="00D2208A">
            <w:pPr>
              <w:jc w:val="both"/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D2208A" w14:paraId="2A7C1526" w14:textId="396F6256" w:rsidTr="00D2208A"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52018" w14:textId="77777777" w:rsidR="00D2208A" w:rsidRDefault="00D2208A" w:rsidP="00D2208A">
            <w:pPr>
              <w:pStyle w:val="ListParagraph"/>
              <w:numPr>
                <w:ilvl w:val="0"/>
                <w:numId w:val="1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Launch and publication of RFP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D0F2F" w14:textId="77777777" w:rsidR="00D2208A" w:rsidRDefault="00D2208A" w:rsidP="00D2208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C6F72" w14:textId="2900C461" w:rsidR="00D2208A" w:rsidRDefault="001410CC" w:rsidP="00D2208A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07/09/2023</w:t>
            </w:r>
          </w:p>
        </w:tc>
      </w:tr>
      <w:tr w:rsidR="00D2208A" w14:paraId="38D6F880" w14:textId="367C5B5B" w:rsidTr="00D2208A"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41723" w14:textId="77777777" w:rsidR="00D2208A" w:rsidRDefault="00D2208A" w:rsidP="00D2208A">
            <w:pPr>
              <w:pStyle w:val="ListParagraph"/>
              <w:numPr>
                <w:ilvl w:val="0"/>
                <w:numId w:val="1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asciiTheme="minorHAnsi" w:hAnsiTheme="minorHAnsi"/>
                <w:sz w:val="22"/>
              </w:rPr>
              <w:t>Pre-Bid Meeting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88CBB" w14:textId="77777777" w:rsidR="00D2208A" w:rsidRDefault="00D2208A" w:rsidP="00D2208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BB4E2" w14:textId="3A73A2DC" w:rsidR="00D2208A" w:rsidRDefault="001410CC" w:rsidP="00D2208A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13/09/2023</w:t>
            </w:r>
          </w:p>
        </w:tc>
      </w:tr>
      <w:tr w:rsidR="00D2208A" w14:paraId="63A227EA" w14:textId="5B347448" w:rsidTr="00D2208A"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81B65" w14:textId="77777777" w:rsidR="00D2208A" w:rsidRDefault="00D2208A" w:rsidP="00D2208A">
            <w:pPr>
              <w:pStyle w:val="ListParagraph"/>
              <w:numPr>
                <w:ilvl w:val="0"/>
                <w:numId w:val="1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questions about RFP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FC3D1" w14:textId="77777777" w:rsidR="00D2208A" w:rsidRDefault="00D2208A" w:rsidP="00D2208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7DF66" w14:textId="4FBED4B7" w:rsidR="00D2208A" w:rsidRDefault="001410CC" w:rsidP="00D2208A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26/10/2023</w:t>
            </w:r>
          </w:p>
        </w:tc>
      </w:tr>
      <w:tr w:rsidR="00D2208A" w14:paraId="0F0B189F" w14:textId="55F0FD44" w:rsidTr="00D2208A"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2305F" w14:textId="77777777" w:rsidR="00D2208A" w:rsidRDefault="00D2208A" w:rsidP="00D2208A">
            <w:pPr>
              <w:pStyle w:val="ListParagraph"/>
              <w:numPr>
                <w:ilvl w:val="0"/>
                <w:numId w:val="1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answers to questions and/or to amend the RFP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689B9" w14:textId="77777777" w:rsidR="00D2208A" w:rsidRDefault="00D2208A" w:rsidP="00D2208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E568C" w14:textId="2ED399EE" w:rsidR="00D2208A" w:rsidRDefault="001410CC" w:rsidP="00D2208A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27</w:t>
            </w:r>
            <w:r w:rsidR="008C06FE">
              <w:rPr>
                <w:rFonts w:ascii="Calibri" w:hAnsi="Calibri"/>
                <w:szCs w:val="20"/>
                <w:highlight w:val="yellow"/>
              </w:rPr>
              <w:t>/10/2023</w:t>
            </w:r>
          </w:p>
        </w:tc>
      </w:tr>
      <w:tr w:rsidR="00D2208A" w14:paraId="60670DFC" w14:textId="077A3BF9" w:rsidTr="00D2208A"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7BC447C" w14:textId="77777777" w:rsidR="00D2208A" w:rsidRDefault="00D2208A" w:rsidP="00D2208A">
            <w:pPr>
              <w:pStyle w:val="ListParagraph"/>
              <w:numPr>
                <w:ilvl w:val="0"/>
                <w:numId w:val="1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submission of Proposals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C9C0FC7" w14:textId="77777777" w:rsidR="00D2208A" w:rsidRDefault="00D2208A" w:rsidP="00D2208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A16311E" w14:textId="7B471430" w:rsidR="00D2208A" w:rsidRDefault="001410CC" w:rsidP="00D2208A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 xml:space="preserve">15/11/2023 </w:t>
            </w:r>
            <w:r w:rsidR="008C06FE">
              <w:rPr>
                <w:rFonts w:ascii="Calibri" w:hAnsi="Calibri"/>
                <w:szCs w:val="20"/>
                <w:highlight w:val="yellow"/>
              </w:rPr>
              <w:t>(17:00)</w:t>
            </w:r>
          </w:p>
        </w:tc>
      </w:tr>
      <w:tr w:rsidR="00D2208A" w14:paraId="6DAE7919" w14:textId="089D4049" w:rsidTr="00D2208A">
        <w:tc>
          <w:tcPr>
            <w:tcW w:w="27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05E53" w14:textId="77777777" w:rsidR="00D2208A" w:rsidRDefault="00D2208A" w:rsidP="00D2208A">
            <w:pPr>
              <w:pStyle w:val="ListParagraph"/>
              <w:numPr>
                <w:ilvl w:val="0"/>
                <w:numId w:val="1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Proposal presentation*** Tender Opening</w:t>
            </w:r>
          </w:p>
        </w:tc>
        <w:tc>
          <w:tcPr>
            <w:tcW w:w="20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F97ED" w14:textId="77777777" w:rsidR="00D2208A" w:rsidRDefault="00D2208A" w:rsidP="00D2208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4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45004" w14:textId="1DD72B76" w:rsidR="00D2208A" w:rsidRDefault="008C06FE" w:rsidP="00D2208A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highlight w:val="yellow"/>
              </w:rPr>
              <w:t>1</w:t>
            </w:r>
            <w:r w:rsidR="001410CC">
              <w:rPr>
                <w:rFonts w:ascii="Calibri" w:hAnsi="Calibri"/>
                <w:highlight w:val="yellow"/>
              </w:rPr>
              <w:t>7/11/2023</w:t>
            </w:r>
          </w:p>
        </w:tc>
      </w:tr>
      <w:tr w:rsidR="00D2208A" w14:paraId="509B1587" w14:textId="1325231E" w:rsidTr="00D2208A"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8B781" w14:textId="77777777" w:rsidR="00D2208A" w:rsidRDefault="00D2208A" w:rsidP="00D2208A">
            <w:pPr>
              <w:pStyle w:val="ListParagraph"/>
              <w:numPr>
                <w:ilvl w:val="0"/>
                <w:numId w:val="1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4C0C8" w14:textId="77777777" w:rsidR="00D2208A" w:rsidRDefault="00D2208A" w:rsidP="00D2208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4883B" w14:textId="07F7DA93" w:rsidR="00D2208A" w:rsidRDefault="001410CC" w:rsidP="00D2208A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20/11/2023</w:t>
            </w:r>
          </w:p>
        </w:tc>
      </w:tr>
      <w:tr w:rsidR="00D2208A" w14:paraId="66750A65" w14:textId="110D33C9" w:rsidTr="00D2208A"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5AA91" w14:textId="77777777" w:rsidR="00D2208A" w:rsidRDefault="00D2208A" w:rsidP="00D2208A">
            <w:pPr>
              <w:pStyle w:val="ListParagraph"/>
              <w:numPr>
                <w:ilvl w:val="0"/>
                <w:numId w:val="1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D644D" w14:textId="77777777" w:rsidR="00D2208A" w:rsidRDefault="00D2208A" w:rsidP="00D2208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DBFD5" w14:textId="2FE62B34" w:rsidR="00D2208A" w:rsidRDefault="001410CC" w:rsidP="00D2208A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23</w:t>
            </w:r>
            <w:r w:rsidR="008C06FE">
              <w:rPr>
                <w:rFonts w:ascii="Calibri" w:hAnsi="Calibri"/>
                <w:szCs w:val="20"/>
                <w:highlight w:val="yellow"/>
              </w:rPr>
              <w:t>/1</w:t>
            </w:r>
            <w:r>
              <w:rPr>
                <w:rFonts w:ascii="Calibri" w:hAnsi="Calibri"/>
                <w:szCs w:val="20"/>
                <w:highlight w:val="yellow"/>
              </w:rPr>
              <w:t>1</w:t>
            </w:r>
            <w:r w:rsidR="008C06FE">
              <w:rPr>
                <w:rFonts w:ascii="Calibri" w:hAnsi="Calibri"/>
                <w:szCs w:val="20"/>
                <w:highlight w:val="yellow"/>
              </w:rPr>
              <w:t>/2023</w:t>
            </w:r>
          </w:p>
        </w:tc>
      </w:tr>
      <w:tr w:rsidR="00D2208A" w14:paraId="7E19D7B4" w14:textId="077045B0" w:rsidTr="00D2208A"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CB17D" w14:textId="77777777" w:rsidR="00D2208A" w:rsidRDefault="00D2208A" w:rsidP="00D2208A">
            <w:pPr>
              <w:pStyle w:val="ListParagraph"/>
              <w:numPr>
                <w:ilvl w:val="0"/>
                <w:numId w:val="1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1D85B" w14:textId="77777777" w:rsidR="00D2208A" w:rsidRDefault="00D2208A" w:rsidP="00D2208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613FF" w14:textId="1F5ED856" w:rsidR="00D2208A" w:rsidRDefault="001410CC" w:rsidP="00D2208A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07</w:t>
            </w:r>
            <w:r w:rsidR="008C06FE">
              <w:rPr>
                <w:rFonts w:ascii="Calibri" w:hAnsi="Calibri"/>
                <w:szCs w:val="20"/>
                <w:highlight w:val="yellow"/>
              </w:rPr>
              <w:t>/1</w:t>
            </w:r>
            <w:r>
              <w:rPr>
                <w:rFonts w:ascii="Calibri" w:hAnsi="Calibri"/>
                <w:szCs w:val="20"/>
                <w:highlight w:val="yellow"/>
              </w:rPr>
              <w:t>2</w:t>
            </w:r>
            <w:r w:rsidR="008C06FE">
              <w:rPr>
                <w:rFonts w:ascii="Calibri" w:hAnsi="Calibri"/>
                <w:szCs w:val="20"/>
                <w:highlight w:val="yellow"/>
              </w:rPr>
              <w:t>/</w:t>
            </w:r>
            <w:r w:rsidR="00D2208A">
              <w:rPr>
                <w:rFonts w:ascii="Calibri" w:hAnsi="Calibri"/>
                <w:szCs w:val="20"/>
                <w:highlight w:val="yellow"/>
              </w:rPr>
              <w:t>2</w:t>
            </w:r>
            <w:r w:rsidR="008C06FE">
              <w:rPr>
                <w:rFonts w:ascii="Calibri" w:hAnsi="Calibri"/>
                <w:szCs w:val="20"/>
                <w:highlight w:val="yellow"/>
              </w:rPr>
              <w:t>02</w:t>
            </w:r>
            <w:r w:rsidR="00D2208A">
              <w:rPr>
                <w:rFonts w:ascii="Calibri" w:hAnsi="Calibri"/>
                <w:szCs w:val="20"/>
                <w:highlight w:val="yellow"/>
              </w:rPr>
              <w:t xml:space="preserve">3 </w:t>
            </w:r>
          </w:p>
        </w:tc>
      </w:tr>
      <w:tr w:rsidR="00D2208A" w14:paraId="04818EA1" w14:textId="793AD38F" w:rsidTr="00D2208A"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50BD4" w14:textId="77777777" w:rsidR="00D2208A" w:rsidRDefault="00D2208A" w:rsidP="00D2208A">
            <w:pPr>
              <w:pStyle w:val="ListParagraph"/>
              <w:numPr>
                <w:ilvl w:val="0"/>
                <w:numId w:val="1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38C2B" w14:textId="77777777" w:rsidR="00D2208A" w:rsidRDefault="00D2208A" w:rsidP="00D2208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54AC0" w14:textId="52472098" w:rsidR="00D2208A" w:rsidRDefault="001410CC" w:rsidP="00D2208A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12</w:t>
            </w:r>
            <w:r w:rsidR="008C06FE">
              <w:rPr>
                <w:rFonts w:ascii="Calibri" w:hAnsi="Calibri"/>
                <w:szCs w:val="20"/>
                <w:highlight w:val="yellow"/>
              </w:rPr>
              <w:t>/1</w:t>
            </w:r>
            <w:r>
              <w:rPr>
                <w:rFonts w:ascii="Calibri" w:hAnsi="Calibri"/>
                <w:szCs w:val="20"/>
                <w:highlight w:val="yellow"/>
              </w:rPr>
              <w:t>2</w:t>
            </w:r>
            <w:r w:rsidR="008C06FE">
              <w:rPr>
                <w:rFonts w:ascii="Calibri" w:hAnsi="Calibri"/>
                <w:szCs w:val="20"/>
                <w:highlight w:val="yellow"/>
              </w:rPr>
              <w:t>/2023</w:t>
            </w:r>
          </w:p>
        </w:tc>
      </w:tr>
      <w:tr w:rsidR="00D2208A" w14:paraId="10E81E0E" w14:textId="19AEEFA5" w:rsidTr="00D2208A"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97905" w14:textId="77777777" w:rsidR="00D2208A" w:rsidRDefault="00D2208A" w:rsidP="00D2208A">
            <w:pPr>
              <w:pStyle w:val="ListParagraph"/>
              <w:numPr>
                <w:ilvl w:val="0"/>
                <w:numId w:val="1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4C069" w14:textId="77777777" w:rsidR="00D2208A" w:rsidRDefault="00D2208A" w:rsidP="00D2208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63EE8" w14:textId="211F1B6A" w:rsidR="00D2208A" w:rsidRDefault="001410CC" w:rsidP="00D2208A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13</w:t>
            </w:r>
            <w:r w:rsidR="00D2208A">
              <w:rPr>
                <w:rFonts w:ascii="Calibri" w:hAnsi="Calibri"/>
                <w:szCs w:val="20"/>
                <w:highlight w:val="yellow"/>
              </w:rPr>
              <w:t>/1</w:t>
            </w:r>
            <w:r>
              <w:rPr>
                <w:rFonts w:ascii="Calibri" w:hAnsi="Calibri"/>
                <w:szCs w:val="20"/>
                <w:highlight w:val="yellow"/>
              </w:rPr>
              <w:t>2</w:t>
            </w:r>
            <w:r w:rsidR="00D2208A">
              <w:rPr>
                <w:rFonts w:ascii="Calibri" w:hAnsi="Calibri"/>
                <w:szCs w:val="20"/>
                <w:highlight w:val="yellow"/>
              </w:rPr>
              <w:t>/2</w:t>
            </w:r>
            <w:r>
              <w:rPr>
                <w:rFonts w:ascii="Calibri" w:hAnsi="Calibri"/>
                <w:szCs w:val="20"/>
                <w:highlight w:val="yellow"/>
              </w:rPr>
              <w:t>02</w:t>
            </w:r>
            <w:r w:rsidR="00D2208A">
              <w:rPr>
                <w:rFonts w:ascii="Calibri" w:hAnsi="Calibri"/>
                <w:szCs w:val="20"/>
                <w:highlight w:val="yellow"/>
              </w:rPr>
              <w:t xml:space="preserve">3 </w:t>
            </w:r>
          </w:p>
        </w:tc>
      </w:tr>
    </w:tbl>
    <w:p w14:paraId="54F04DD4" w14:textId="77777777" w:rsidR="007F6024" w:rsidRDefault="007F6024" w:rsidP="0050364F">
      <w:pPr>
        <w:spacing w:before="120"/>
        <w:jc w:val="both"/>
        <w:rPr>
          <w:rFonts w:ascii="Calibri" w:hAnsi="Calibri" w:cs="Calibri"/>
        </w:rPr>
      </w:pPr>
    </w:p>
    <w:p w14:paraId="11CECA5F" w14:textId="77777777" w:rsidR="007F6024" w:rsidRDefault="007F6024" w:rsidP="0050364F">
      <w:pPr>
        <w:spacing w:before="120"/>
        <w:jc w:val="both"/>
        <w:rPr>
          <w:rFonts w:ascii="Calibri" w:hAnsi="Calibri" w:cs="Calibri"/>
        </w:rPr>
      </w:pPr>
    </w:p>
    <w:p w14:paraId="4FF148B6" w14:textId="77777777" w:rsidR="007F6024" w:rsidRDefault="007F6024" w:rsidP="0050364F">
      <w:pPr>
        <w:spacing w:before="120"/>
        <w:jc w:val="both"/>
        <w:rPr>
          <w:rFonts w:ascii="Calibri" w:hAnsi="Calibri" w:cs="Calibri"/>
        </w:rPr>
      </w:pPr>
    </w:p>
    <w:p w14:paraId="0C852D58" w14:textId="77777777" w:rsidR="007F6024" w:rsidRDefault="007F6024" w:rsidP="0050364F">
      <w:pPr>
        <w:spacing w:before="120"/>
        <w:jc w:val="both"/>
        <w:rPr>
          <w:rFonts w:ascii="Calibri" w:hAnsi="Calibri" w:cs="Calibri"/>
        </w:rPr>
      </w:pPr>
    </w:p>
    <w:p w14:paraId="036E4532" w14:textId="77777777" w:rsidR="007F6024" w:rsidRDefault="007F6024" w:rsidP="0050364F">
      <w:pPr>
        <w:spacing w:before="120"/>
        <w:jc w:val="both"/>
        <w:rPr>
          <w:rFonts w:ascii="Calibri" w:hAnsi="Calibri" w:cs="Calibri"/>
        </w:rPr>
      </w:pPr>
    </w:p>
    <w:p w14:paraId="06745D2F" w14:textId="77777777" w:rsidR="007F6024" w:rsidRDefault="007F6024" w:rsidP="0050364F">
      <w:pPr>
        <w:spacing w:before="120"/>
        <w:jc w:val="both"/>
        <w:rPr>
          <w:rFonts w:ascii="Calibri" w:hAnsi="Calibri" w:cs="Calibri"/>
        </w:rPr>
      </w:pPr>
    </w:p>
    <w:p w14:paraId="3E14AC0C" w14:textId="77777777" w:rsidR="007F6024" w:rsidRDefault="007F6024" w:rsidP="0050364F">
      <w:pPr>
        <w:spacing w:before="120"/>
        <w:jc w:val="both"/>
        <w:rPr>
          <w:rFonts w:ascii="Calibri" w:hAnsi="Calibri" w:cs="Calibri"/>
        </w:rPr>
      </w:pPr>
    </w:p>
    <w:p w14:paraId="72334555" w14:textId="77777777" w:rsidR="007F6024" w:rsidRDefault="007F6024" w:rsidP="0050364F">
      <w:pPr>
        <w:spacing w:before="120"/>
        <w:jc w:val="both"/>
        <w:rPr>
          <w:rFonts w:ascii="Calibri" w:hAnsi="Calibri" w:cs="Calibri"/>
        </w:rPr>
      </w:pPr>
    </w:p>
    <w:p w14:paraId="44760FB4" w14:textId="77777777" w:rsidR="007F6024" w:rsidRDefault="007F6024" w:rsidP="0050364F">
      <w:pPr>
        <w:spacing w:before="120"/>
        <w:jc w:val="both"/>
        <w:rPr>
          <w:rFonts w:ascii="Calibri" w:hAnsi="Calibri" w:cs="Calibri"/>
        </w:rPr>
      </w:pPr>
    </w:p>
    <w:p w14:paraId="7D3C703F" w14:textId="77777777" w:rsidR="007F6024" w:rsidRDefault="007F6024" w:rsidP="0050364F">
      <w:pPr>
        <w:spacing w:before="120"/>
        <w:jc w:val="both"/>
        <w:rPr>
          <w:rFonts w:ascii="Calibri" w:hAnsi="Calibri" w:cs="Calibri"/>
        </w:rPr>
      </w:pPr>
    </w:p>
    <w:p w14:paraId="4BD35BE3" w14:textId="77777777" w:rsidR="007F6024" w:rsidRDefault="007F6024" w:rsidP="0050364F">
      <w:pPr>
        <w:spacing w:before="120"/>
        <w:jc w:val="both"/>
        <w:rPr>
          <w:rFonts w:ascii="Calibri" w:hAnsi="Calibri" w:cs="Calibri"/>
        </w:rPr>
      </w:pPr>
    </w:p>
    <w:p w14:paraId="662692AC" w14:textId="77777777" w:rsidR="007F6024" w:rsidRDefault="007F6024" w:rsidP="0050364F">
      <w:pPr>
        <w:spacing w:before="120"/>
        <w:jc w:val="both"/>
        <w:rPr>
          <w:rFonts w:ascii="Calibri" w:hAnsi="Calibri" w:cs="Calibri"/>
        </w:rPr>
      </w:pPr>
    </w:p>
    <w:p w14:paraId="53AB7904" w14:textId="77777777" w:rsidR="007F6024" w:rsidRDefault="007F6024" w:rsidP="0050364F">
      <w:pPr>
        <w:spacing w:before="120"/>
        <w:jc w:val="both"/>
        <w:rPr>
          <w:rFonts w:ascii="Calibri" w:hAnsi="Calibri" w:cs="Calibri"/>
        </w:rPr>
      </w:pPr>
    </w:p>
    <w:p w14:paraId="0181FA36" w14:textId="77777777" w:rsidR="007F6024" w:rsidRDefault="007F6024" w:rsidP="0050364F">
      <w:pPr>
        <w:spacing w:before="120"/>
        <w:jc w:val="both"/>
        <w:rPr>
          <w:rFonts w:ascii="Calibri" w:hAnsi="Calibri" w:cs="Calibri"/>
        </w:rPr>
      </w:pPr>
    </w:p>
    <w:p w14:paraId="332E6A15" w14:textId="77777777" w:rsidR="007F6024" w:rsidRPr="0050364F" w:rsidRDefault="007F6024" w:rsidP="0050364F">
      <w:pPr>
        <w:spacing w:before="120"/>
        <w:jc w:val="both"/>
        <w:rPr>
          <w:rFonts w:ascii="Calibri" w:hAnsi="Calibri" w:cs="Calibri"/>
        </w:rPr>
      </w:pPr>
    </w:p>
    <w:p w14:paraId="2A12EA36" w14:textId="77777777" w:rsidR="004E36AD" w:rsidRPr="0050364F" w:rsidRDefault="004E36AD" w:rsidP="0050364F">
      <w:pPr>
        <w:rPr>
          <w:rFonts w:ascii="Calibri" w:hAnsi="Calibri" w:cs="Calibri"/>
        </w:rPr>
      </w:pPr>
    </w:p>
    <w:p w14:paraId="56EC47C0" w14:textId="77777777" w:rsidR="007F6024" w:rsidRDefault="007F6024" w:rsidP="0050364F">
      <w:pPr>
        <w:rPr>
          <w:rFonts w:asciiTheme="minorHAnsi" w:hAnsiTheme="minorHAnsi"/>
          <w:color w:val="FF0000"/>
          <w:sz w:val="22"/>
          <w:szCs w:val="22"/>
        </w:rPr>
      </w:pPr>
    </w:p>
    <w:p w14:paraId="1FB143D7" w14:textId="77777777" w:rsidR="00D2208A" w:rsidRDefault="00D2208A" w:rsidP="0050364F">
      <w:pPr>
        <w:rPr>
          <w:rFonts w:asciiTheme="minorHAnsi" w:hAnsiTheme="minorHAnsi"/>
          <w:color w:val="FF0000"/>
          <w:sz w:val="22"/>
          <w:szCs w:val="22"/>
        </w:rPr>
      </w:pPr>
    </w:p>
    <w:p w14:paraId="67BB0918" w14:textId="77777777" w:rsidR="00D2208A" w:rsidRDefault="00D2208A" w:rsidP="0050364F">
      <w:pPr>
        <w:rPr>
          <w:rFonts w:asciiTheme="minorHAnsi" w:hAnsiTheme="minorHAnsi"/>
          <w:color w:val="FF0000"/>
          <w:sz w:val="22"/>
          <w:szCs w:val="22"/>
        </w:rPr>
      </w:pPr>
    </w:p>
    <w:p w14:paraId="22B15627" w14:textId="77777777" w:rsidR="00D2208A" w:rsidRDefault="00D2208A" w:rsidP="0050364F">
      <w:pPr>
        <w:rPr>
          <w:rFonts w:asciiTheme="minorHAnsi" w:hAnsiTheme="minorHAnsi"/>
          <w:color w:val="FF0000"/>
          <w:sz w:val="22"/>
          <w:szCs w:val="22"/>
        </w:rPr>
      </w:pPr>
    </w:p>
    <w:p w14:paraId="093DE294" w14:textId="77777777" w:rsidR="00D2208A" w:rsidRDefault="00D2208A" w:rsidP="0050364F">
      <w:pPr>
        <w:rPr>
          <w:rFonts w:asciiTheme="minorHAnsi" w:hAnsiTheme="minorHAnsi"/>
          <w:color w:val="FF0000"/>
          <w:sz w:val="22"/>
          <w:szCs w:val="22"/>
        </w:rPr>
      </w:pPr>
    </w:p>
    <w:p w14:paraId="32229C02" w14:textId="77777777" w:rsidR="00D2208A" w:rsidRDefault="00D2208A" w:rsidP="0050364F">
      <w:pPr>
        <w:rPr>
          <w:rFonts w:asciiTheme="minorHAnsi" w:hAnsiTheme="minorHAnsi"/>
          <w:color w:val="FF0000"/>
          <w:sz w:val="22"/>
          <w:szCs w:val="22"/>
        </w:rPr>
      </w:pPr>
    </w:p>
    <w:p w14:paraId="6D252130" w14:textId="16A87063" w:rsidR="004E36AD" w:rsidRPr="0050364F" w:rsidRDefault="004E36AD" w:rsidP="0050364F">
      <w:pPr>
        <w:rPr>
          <w:rFonts w:asciiTheme="minorHAnsi" w:hAnsiTheme="minorHAnsi"/>
          <w:color w:val="FF0000"/>
          <w:sz w:val="22"/>
          <w:szCs w:val="22"/>
        </w:rPr>
      </w:pPr>
      <w:r w:rsidRPr="0050364F">
        <w:rPr>
          <w:rFonts w:asciiTheme="minorHAnsi" w:hAnsiTheme="minorHAnsi"/>
          <w:color w:val="FF0000"/>
          <w:sz w:val="22"/>
          <w:szCs w:val="22"/>
        </w:rPr>
        <w:t xml:space="preserve">* Kiribati Standard Time (Tarawa Time) GMT+12 – </w:t>
      </w:r>
      <w:r w:rsidR="00EC72C1" w:rsidRPr="0050364F">
        <w:rPr>
          <w:rFonts w:asciiTheme="minorHAnsi" w:hAnsiTheme="minorHAnsi"/>
          <w:color w:val="FF0000"/>
          <w:sz w:val="22"/>
          <w:szCs w:val="22"/>
        </w:rPr>
        <w:t>Proposals</w:t>
      </w:r>
      <w:r w:rsidRPr="0050364F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considered.</w:t>
      </w:r>
    </w:p>
    <w:p w14:paraId="44772234" w14:textId="4232579B" w:rsidR="004E36AD" w:rsidRPr="0050364F" w:rsidRDefault="004E36AD" w:rsidP="0050364F">
      <w:pPr>
        <w:rPr>
          <w:rFonts w:asciiTheme="minorHAnsi" w:hAnsiTheme="minorHAnsi"/>
          <w:sz w:val="22"/>
          <w:szCs w:val="22"/>
        </w:rPr>
      </w:pPr>
      <w:r w:rsidRPr="0050364F">
        <w:rPr>
          <w:rFonts w:asciiTheme="minorHAnsi" w:hAnsiTheme="minorHAnsi"/>
          <w:sz w:val="22"/>
          <w:szCs w:val="22"/>
        </w:rPr>
        <w:t>** The Procuring Entity may decide to give a presentation of the Terms of Reference</w:t>
      </w:r>
    </w:p>
    <w:p w14:paraId="619B9464" w14:textId="7FC718CB" w:rsidR="00C447AC" w:rsidRPr="00090751" w:rsidRDefault="004E36AD" w:rsidP="0050364F">
      <w:pPr>
        <w:rPr>
          <w:rFonts w:asciiTheme="minorHAnsi" w:hAnsiTheme="minorHAnsi"/>
          <w:sz w:val="22"/>
          <w:szCs w:val="22"/>
        </w:rPr>
      </w:pPr>
      <w:r w:rsidRPr="0050364F">
        <w:rPr>
          <w:rFonts w:asciiTheme="minorHAnsi" w:hAnsiTheme="minorHAnsi"/>
          <w:sz w:val="22"/>
          <w:szCs w:val="22"/>
        </w:rPr>
        <w:t>*** Presentation opportunity may be given, and if so, to qualified Tenderers only</w:t>
      </w:r>
    </w:p>
    <w:sectPr w:rsidR="00C447AC" w:rsidRPr="00090751" w:rsidSect="00972A0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7153A" w14:textId="77777777" w:rsidR="009474C8" w:rsidRDefault="009474C8">
      <w:r>
        <w:separator/>
      </w:r>
    </w:p>
  </w:endnote>
  <w:endnote w:type="continuationSeparator" w:id="0">
    <w:p w14:paraId="4D3AEF9B" w14:textId="77777777" w:rsidR="009474C8" w:rsidRDefault="009474C8">
      <w:r>
        <w:continuationSeparator/>
      </w:r>
    </w:p>
  </w:endnote>
  <w:endnote w:type="continuationNotice" w:id="1">
    <w:p w14:paraId="470703B0" w14:textId="77777777" w:rsidR="009474C8" w:rsidRDefault="009474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Adobe Myungjo Std M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altName w:val="Adobe Myungjo Std M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506BD9" w:rsidRPr="00506BD9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506BD9" w:rsidRPr="00506BD9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498D892B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1410CC">
      <w:rPr>
        <w:noProof/>
      </w:rPr>
      <w:t>2023-09-06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F2A29" w14:textId="77777777" w:rsidR="009474C8" w:rsidRDefault="009474C8">
      <w:r>
        <w:separator/>
      </w:r>
    </w:p>
  </w:footnote>
  <w:footnote w:type="continuationSeparator" w:id="0">
    <w:p w14:paraId="2C069A47" w14:textId="77777777" w:rsidR="009474C8" w:rsidRDefault="009474C8">
      <w:r>
        <w:continuationSeparator/>
      </w:r>
    </w:p>
  </w:footnote>
  <w:footnote w:type="continuationNotice" w:id="1">
    <w:p w14:paraId="4250D73C" w14:textId="77777777" w:rsidR="009474C8" w:rsidRDefault="009474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3B31A90B" w:rsidR="00133D55" w:rsidRPr="00141577" w:rsidRDefault="00972A05" w:rsidP="00972A0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281589">
    <w:abstractNumId w:val="1"/>
  </w:num>
  <w:num w:numId="2" w16cid:durableId="1122261268">
    <w:abstractNumId w:val="10"/>
  </w:num>
  <w:num w:numId="3" w16cid:durableId="246960854">
    <w:abstractNumId w:val="11"/>
  </w:num>
  <w:num w:numId="4" w16cid:durableId="1708529879">
    <w:abstractNumId w:val="4"/>
  </w:num>
  <w:num w:numId="5" w16cid:durableId="950163379">
    <w:abstractNumId w:val="3"/>
  </w:num>
  <w:num w:numId="6" w16cid:durableId="989406252">
    <w:abstractNumId w:val="7"/>
  </w:num>
  <w:num w:numId="7" w16cid:durableId="1633366333">
    <w:abstractNumId w:val="5"/>
  </w:num>
  <w:num w:numId="8" w16cid:durableId="179468257">
    <w:abstractNumId w:val="9"/>
  </w:num>
  <w:num w:numId="9" w16cid:durableId="503863251">
    <w:abstractNumId w:val="0"/>
  </w:num>
  <w:num w:numId="10" w16cid:durableId="1291129914">
    <w:abstractNumId w:val="8"/>
  </w:num>
  <w:num w:numId="11" w16cid:durableId="899365000">
    <w:abstractNumId w:val="2"/>
  </w:num>
  <w:num w:numId="12" w16cid:durableId="433356363">
    <w:abstractNumId w:val="6"/>
  </w:num>
  <w:num w:numId="13" w16cid:durableId="12133512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8C4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3329"/>
    <w:rsid w:val="00114C10"/>
    <w:rsid w:val="00116A20"/>
    <w:rsid w:val="00116BCC"/>
    <w:rsid w:val="00117211"/>
    <w:rsid w:val="00117419"/>
    <w:rsid w:val="001217C3"/>
    <w:rsid w:val="00121981"/>
    <w:rsid w:val="001222D6"/>
    <w:rsid w:val="00123792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CC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668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75CBB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538B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551E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2040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00B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364F"/>
    <w:rsid w:val="00504DB0"/>
    <w:rsid w:val="00506918"/>
    <w:rsid w:val="00506BD9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77D7D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B7C11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47B8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6FA1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127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5264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024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A4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523"/>
    <w:rsid w:val="00856DE6"/>
    <w:rsid w:val="0085759C"/>
    <w:rsid w:val="008579AD"/>
    <w:rsid w:val="00862F60"/>
    <w:rsid w:val="00863C7F"/>
    <w:rsid w:val="00863D14"/>
    <w:rsid w:val="008642F9"/>
    <w:rsid w:val="008644A3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06FE"/>
    <w:rsid w:val="008C181E"/>
    <w:rsid w:val="008C32E1"/>
    <w:rsid w:val="008C33EE"/>
    <w:rsid w:val="008C3B34"/>
    <w:rsid w:val="008C501A"/>
    <w:rsid w:val="008C64F0"/>
    <w:rsid w:val="008C7157"/>
    <w:rsid w:val="008C72D6"/>
    <w:rsid w:val="008C781E"/>
    <w:rsid w:val="008C7C5F"/>
    <w:rsid w:val="008D0036"/>
    <w:rsid w:val="008D0F39"/>
    <w:rsid w:val="008D18F2"/>
    <w:rsid w:val="008D2B92"/>
    <w:rsid w:val="008D75D0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1E04"/>
    <w:rsid w:val="008F244E"/>
    <w:rsid w:val="008F3345"/>
    <w:rsid w:val="008F3CEE"/>
    <w:rsid w:val="008F453A"/>
    <w:rsid w:val="008F4B77"/>
    <w:rsid w:val="008F4C7E"/>
    <w:rsid w:val="008F53B5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4C8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2A05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30D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2ED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975C2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76A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299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08A"/>
    <w:rsid w:val="00D22BCE"/>
    <w:rsid w:val="00D23060"/>
    <w:rsid w:val="00D30897"/>
    <w:rsid w:val="00D312F5"/>
    <w:rsid w:val="00D31E27"/>
    <w:rsid w:val="00D33558"/>
    <w:rsid w:val="00D33B65"/>
    <w:rsid w:val="00D346BC"/>
    <w:rsid w:val="00D34B5D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43D3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0A4C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297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5F3"/>
    <w:rsid w:val="00FE59D4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99410898-6583-40EB-9F50-DA2B10AAD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BAA7DC-80EF-459D-AAA3-A62392BACB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Program(TOR_V1)_0525.dot</Template>
  <TotalTime>20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1547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11</cp:revision>
  <cp:lastPrinted>2013-10-18T08:32:00Z</cp:lastPrinted>
  <dcterms:created xsi:type="dcterms:W3CDTF">2023-06-28T03:35:00Z</dcterms:created>
  <dcterms:modified xsi:type="dcterms:W3CDTF">2023-09-05T22:44:00Z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